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68066B8A" w:rsidR="00525119" w:rsidRDefault="00C06B52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E9577D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84864" behindDoc="0" locked="0" layoutInCell="1" allowOverlap="1" wp14:anchorId="080AC43E" wp14:editId="702A02FD">
            <wp:simplePos x="0" y="0"/>
            <wp:positionH relativeFrom="column">
              <wp:posOffset>6106795</wp:posOffset>
            </wp:positionH>
            <wp:positionV relativeFrom="paragraph">
              <wp:posOffset>3920194</wp:posOffset>
            </wp:positionV>
            <wp:extent cx="572135" cy="401320"/>
            <wp:effectExtent l="0" t="0" r="0" b="508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1B5371B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1274D6">
        <w:rPr>
          <w:rFonts w:ascii="Segoe Print" w:hAnsi="Segoe Print"/>
          <w:b/>
          <w:sz w:val="24"/>
        </w:rPr>
        <w:t>11.</w:t>
      </w:r>
      <w:r w:rsidR="00876A8E">
        <w:rPr>
          <w:rFonts w:ascii="Segoe Print" w:hAnsi="Segoe Print"/>
          <w:b/>
          <w:sz w:val="24"/>
        </w:rPr>
        <w:t>2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NO CALCULATO</w:t>
      </w:r>
      <w:r w:rsidR="00D14B22">
        <w:rPr>
          <w:rFonts w:ascii="Segoe Print" w:hAnsi="Segoe Print"/>
          <w:b/>
          <w:sz w:val="24"/>
        </w:rPr>
        <w:t>R</w:t>
      </w:r>
    </w:p>
    <w:p w14:paraId="7B500545" w14:textId="6495F5DF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E20822" w:rsidRPr="00C06B52" w14:paraId="1F0DD5D9" w14:textId="77777777" w:rsidTr="00436C34">
        <w:trPr>
          <w:trHeight w:val="2118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C06B52" w:rsidRDefault="00E20822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1</w:t>
            </w:r>
            <w:r w:rsidR="0064471D" w:rsidRPr="00C06B52">
              <w:rPr>
                <w:rFonts w:ascii="Century Gothic" w:hAnsi="Century Gothic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094D08F0" w14:textId="507018EF" w:rsidR="00E20822" w:rsidRPr="00C06B52" w:rsidRDefault="00F303CE" w:rsidP="00C06B52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 w:cs="Tahoma"/>
              </w:rPr>
              <w:t>In a class of 32, there are 12 boys.  Write the ratio of boys to girls in its simplest form.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20822" w:rsidRPr="00C06B52" w:rsidRDefault="0064471D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6D5964DF" w14:textId="6A3C75D9" w:rsidR="00BB35EA" w:rsidRPr="00C06B52" w:rsidRDefault="001279F5" w:rsidP="00C06B52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C06B52">
              <w:rPr>
                <w:rFonts w:ascii="Century Gothic" w:hAnsi="Century Gothic" w:cs="Tahoma"/>
                <w:noProof/>
                <w:lang w:eastAsia="en-GB"/>
              </w:rPr>
              <w:drawing>
                <wp:anchor distT="0" distB="0" distL="114300" distR="114300" simplePos="0" relativeHeight="251680768" behindDoc="0" locked="0" layoutInCell="1" allowOverlap="1" wp14:anchorId="0DCF7773" wp14:editId="1F6AA686">
                  <wp:simplePos x="0" y="0"/>
                  <wp:positionH relativeFrom="column">
                    <wp:posOffset>1132766</wp:posOffset>
                  </wp:positionH>
                  <wp:positionV relativeFrom="paragraph">
                    <wp:posOffset>26057</wp:posOffset>
                  </wp:positionV>
                  <wp:extent cx="1849829" cy="1054605"/>
                  <wp:effectExtent l="0" t="0" r="4445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829" cy="1054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B35EA" w:rsidRPr="00C06B52">
              <w:rPr>
                <w:rFonts w:ascii="Century Gothic" w:hAnsi="Century Gothic" w:cs="Tahoma"/>
              </w:rPr>
              <w:t xml:space="preserve">Here is a </w:t>
            </w:r>
            <w:proofErr w:type="spellStart"/>
            <w:r w:rsidR="00BB35EA" w:rsidRPr="00C06B52">
              <w:rPr>
                <w:rFonts w:ascii="Century Gothic" w:hAnsi="Century Gothic" w:cs="Tahoma"/>
              </w:rPr>
              <w:t>venn</w:t>
            </w:r>
            <w:proofErr w:type="spellEnd"/>
            <w:r w:rsidR="00BB35EA" w:rsidRPr="00C06B52">
              <w:rPr>
                <w:rFonts w:ascii="Century Gothic" w:hAnsi="Century Gothic" w:cs="Tahoma"/>
              </w:rPr>
              <w:t xml:space="preserve"> diagram.</w:t>
            </w:r>
          </w:p>
          <w:p w14:paraId="594DF71C" w14:textId="006C8B7F" w:rsidR="00E20822" w:rsidRPr="00C06B52" w:rsidRDefault="00BB35EA" w:rsidP="00C06B52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C06B52">
              <w:rPr>
                <w:rFonts w:ascii="Century Gothic" w:hAnsi="Century Gothic" w:cs="Tahoma"/>
              </w:rPr>
              <w:t>Write down the numbers in the set A</w:t>
            </w:r>
            <m:oMath>
              <m:r>
                <w:rPr>
                  <w:rFonts w:ascii="Cambria Math" w:hAnsi="Cambria Math" w:cs="Tahoma"/>
                </w:rPr>
                <m:t>∪</m:t>
              </m:r>
            </m:oMath>
            <w:r w:rsidRPr="00C06B52">
              <w:rPr>
                <w:rFonts w:ascii="Century Gothic" w:eastAsiaTheme="minorEastAsia" w:hAnsi="Century Gothic" w:cs="Tahoma"/>
              </w:rPr>
              <w:t>B.</w:t>
            </w:r>
          </w:p>
        </w:tc>
      </w:tr>
      <w:tr w:rsidR="00E20822" w:rsidRPr="00C06B52" w14:paraId="2FAB904D" w14:textId="77777777" w:rsidTr="00436C3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C06B52" w:rsidRDefault="0064471D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3845EB95" w14:textId="23C12C38" w:rsidR="00E20822" w:rsidRPr="00C06B52" w:rsidRDefault="009C5F92" w:rsidP="00C06B52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 w:cs="Tahoma"/>
              </w:rPr>
              <w:t xml:space="preserve">Simplify </w:t>
            </w:r>
            <m:oMath>
              <m:r>
                <w:rPr>
                  <w:rFonts w:ascii="Cambria Math" w:hAnsi="Cambria Math" w:cs="Tahoma"/>
                </w:rPr>
                <m:t>3x-4y-2x+7y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C06B52" w:rsidRDefault="0064471D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4FEF7014" w14:textId="5A78FF1D" w:rsidR="00E20822" w:rsidRPr="00C06B52" w:rsidRDefault="00E037E5" w:rsidP="00C06B52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  <w:sz w:val="24"/>
              </w:rPr>
              <w:t xml:space="preserve">Work out </w:t>
            </w:r>
            <w:r w:rsidRPr="00C06B52">
              <w:rPr>
                <w:rFonts w:ascii="Century Gothic" w:eastAsiaTheme="minorEastAsia" w:hAnsi="Century Gothic" w:cs="Tahoma"/>
                <w:noProof/>
              </w:rPr>
              <w:t>2</w:t>
            </w:r>
            <w:r w:rsidR="004C1FAF" w:rsidRPr="00C06B52">
              <w:rPr>
                <w:rFonts w:ascii="Century Gothic" w:eastAsiaTheme="minorEastAsia" w:hAnsi="Century Gothic" w:cs="Tahoma"/>
                <w:noProof/>
              </w:rPr>
              <w:t>.</w:t>
            </w:r>
            <w:r w:rsidRPr="00C06B52">
              <w:rPr>
                <w:rFonts w:ascii="Century Gothic" w:eastAsiaTheme="minorEastAsia" w:hAnsi="Century Gothic" w:cs="Tahoma"/>
                <w:noProof/>
              </w:rPr>
              <w:t xml:space="preserve">3 x </w:t>
            </w:r>
            <w:r w:rsidR="004C1FAF" w:rsidRPr="00C06B52">
              <w:rPr>
                <w:rFonts w:ascii="Century Gothic" w:eastAsiaTheme="minorEastAsia" w:hAnsi="Century Gothic" w:cs="Tahoma"/>
                <w:noProof/>
              </w:rPr>
              <w:t>0.</w:t>
            </w:r>
            <w:r w:rsidRPr="00C06B52">
              <w:rPr>
                <w:rFonts w:ascii="Century Gothic" w:eastAsiaTheme="minorEastAsia" w:hAnsi="Century Gothic" w:cs="Tahoma"/>
                <w:noProof/>
              </w:rPr>
              <w:t>7</w:t>
            </w:r>
          </w:p>
        </w:tc>
      </w:tr>
      <w:tr w:rsidR="00E20822" w:rsidRPr="00C06B52" w14:paraId="44B9DE2A" w14:textId="77777777" w:rsidTr="001279F5">
        <w:trPr>
          <w:trHeight w:val="1971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C06B52" w:rsidRDefault="0064471D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8A50DC1" w14:textId="77777777" w:rsidR="007E2C1A" w:rsidRPr="00C06B52" w:rsidRDefault="00DD0D75" w:rsidP="00C06B52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C06B52">
              <w:rPr>
                <w:rFonts w:ascii="Century Gothic" w:hAnsi="Century Gothic" w:cs="Tahoma"/>
                <w:noProof/>
              </w:rPr>
              <w:t>Write the calculation to find the missing angle</w:t>
            </w:r>
          </w:p>
          <w:p w14:paraId="49831498" w14:textId="6F0D938E" w:rsidR="00C06B52" w:rsidRPr="00C06B52" w:rsidRDefault="00C06B52" w:rsidP="00C06B52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C06B52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76E2A4E5" wp14:editId="6FDCDE33">
                  <wp:extent cx="1628775" cy="857250"/>
                  <wp:effectExtent l="0" t="0" r="9525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8CCE05" w14:textId="14BC113F" w:rsidR="00831D41" w:rsidRDefault="00831D41" w:rsidP="00083325">
      <w:pPr>
        <w:spacing w:after="120"/>
        <w:rPr>
          <w:rFonts w:ascii="Kristen ITC" w:hAnsi="Kristen ITC"/>
          <w:b/>
        </w:rPr>
      </w:pPr>
    </w:p>
    <w:p w14:paraId="0DEE612D" w14:textId="77777777" w:rsidR="00C06B52" w:rsidRDefault="00C06B52" w:rsidP="00083325">
      <w:pPr>
        <w:spacing w:after="120"/>
        <w:rPr>
          <w:rFonts w:ascii="Kristen ITC" w:hAnsi="Kristen ITC"/>
          <w:b/>
        </w:rPr>
      </w:pPr>
      <w:bookmarkStart w:id="0" w:name="_GoBack"/>
      <w:bookmarkEnd w:id="0"/>
    </w:p>
    <w:p w14:paraId="0BA0F4A6" w14:textId="77777777" w:rsidR="00C06B52" w:rsidRDefault="00C06B52" w:rsidP="00C06B52">
      <w:pPr>
        <w:spacing w:after="120"/>
        <w:ind w:firstLine="720"/>
        <w:rPr>
          <w:rFonts w:ascii="Segoe Print" w:hAnsi="Segoe Print"/>
          <w:b/>
          <w:sz w:val="24"/>
        </w:rPr>
      </w:pPr>
      <w:r w:rsidRPr="00E9577D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89984" behindDoc="0" locked="0" layoutInCell="1" allowOverlap="1" wp14:anchorId="2C8FF9C5" wp14:editId="2A6DC44C">
            <wp:simplePos x="0" y="0"/>
            <wp:positionH relativeFrom="column">
              <wp:posOffset>6106795</wp:posOffset>
            </wp:positionH>
            <wp:positionV relativeFrom="paragraph">
              <wp:posOffset>3920194</wp:posOffset>
            </wp:positionV>
            <wp:extent cx="572135" cy="401320"/>
            <wp:effectExtent l="0" t="0" r="0" b="508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7936" behindDoc="0" locked="0" layoutInCell="1" allowOverlap="1" wp14:anchorId="50106742" wp14:editId="20562C0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49" name="Picture 4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6912" behindDoc="0" locked="0" layoutInCell="1" allowOverlap="1" wp14:anchorId="24E4460A" wp14:editId="645FAF45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50" name="Picture 5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11.2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NO CALCULATOR</w:t>
      </w:r>
    </w:p>
    <w:p w14:paraId="38D64066" w14:textId="77777777" w:rsidR="00C06B52" w:rsidRDefault="00C06B52" w:rsidP="00C06B5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C06B52" w:rsidRPr="00C06B52" w14:paraId="6B4B4C89" w14:textId="77777777" w:rsidTr="00EA5960">
        <w:trPr>
          <w:trHeight w:val="2118"/>
        </w:trPr>
        <w:tc>
          <w:tcPr>
            <w:tcW w:w="421" w:type="dxa"/>
            <w:tcBorders>
              <w:right w:val="nil"/>
            </w:tcBorders>
          </w:tcPr>
          <w:p w14:paraId="0E715675" w14:textId="77777777" w:rsidR="00C06B52" w:rsidRPr="00C06B52" w:rsidRDefault="00C06B52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1)</w:t>
            </w:r>
          </w:p>
        </w:tc>
        <w:tc>
          <w:tcPr>
            <w:tcW w:w="4394" w:type="dxa"/>
            <w:tcBorders>
              <w:left w:val="nil"/>
            </w:tcBorders>
          </w:tcPr>
          <w:p w14:paraId="2D0E9255" w14:textId="77777777" w:rsidR="00C06B52" w:rsidRPr="00C06B52" w:rsidRDefault="00C06B52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 w:cs="Tahoma"/>
              </w:rPr>
              <w:t>In a class of 32, there are 12 boys.  Write the ratio of boys to girls in its simplest form.</w:t>
            </w:r>
          </w:p>
        </w:tc>
        <w:tc>
          <w:tcPr>
            <w:tcW w:w="425" w:type="dxa"/>
            <w:tcBorders>
              <w:right w:val="nil"/>
            </w:tcBorders>
          </w:tcPr>
          <w:p w14:paraId="231099D4" w14:textId="77777777" w:rsidR="00C06B52" w:rsidRPr="00C06B52" w:rsidRDefault="00C06B52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4EEA106A" w14:textId="77777777" w:rsidR="00C06B52" w:rsidRPr="00C06B52" w:rsidRDefault="00C06B5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C06B52">
              <w:rPr>
                <w:rFonts w:ascii="Century Gothic" w:hAnsi="Century Gothic" w:cs="Tahoma"/>
                <w:noProof/>
                <w:lang w:eastAsia="en-GB"/>
              </w:rPr>
              <w:drawing>
                <wp:anchor distT="0" distB="0" distL="114300" distR="114300" simplePos="0" relativeHeight="251688960" behindDoc="0" locked="0" layoutInCell="1" allowOverlap="1" wp14:anchorId="45D3C867" wp14:editId="68BBE531">
                  <wp:simplePos x="0" y="0"/>
                  <wp:positionH relativeFrom="column">
                    <wp:posOffset>1132766</wp:posOffset>
                  </wp:positionH>
                  <wp:positionV relativeFrom="paragraph">
                    <wp:posOffset>26057</wp:posOffset>
                  </wp:positionV>
                  <wp:extent cx="1849829" cy="1054605"/>
                  <wp:effectExtent l="0" t="0" r="4445" b="0"/>
                  <wp:wrapSquare wrapText="bothSides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829" cy="1054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6B52">
              <w:rPr>
                <w:rFonts w:ascii="Century Gothic" w:hAnsi="Century Gothic" w:cs="Tahoma"/>
              </w:rPr>
              <w:t xml:space="preserve">Here is a </w:t>
            </w:r>
            <w:proofErr w:type="spellStart"/>
            <w:r w:rsidRPr="00C06B52">
              <w:rPr>
                <w:rFonts w:ascii="Century Gothic" w:hAnsi="Century Gothic" w:cs="Tahoma"/>
              </w:rPr>
              <w:t>venn</w:t>
            </w:r>
            <w:proofErr w:type="spellEnd"/>
            <w:r w:rsidRPr="00C06B52">
              <w:rPr>
                <w:rFonts w:ascii="Century Gothic" w:hAnsi="Century Gothic" w:cs="Tahoma"/>
              </w:rPr>
              <w:t xml:space="preserve"> diagram.</w:t>
            </w:r>
          </w:p>
          <w:p w14:paraId="04848768" w14:textId="77777777" w:rsidR="00C06B52" w:rsidRPr="00C06B52" w:rsidRDefault="00C06B5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C06B52">
              <w:rPr>
                <w:rFonts w:ascii="Century Gothic" w:hAnsi="Century Gothic" w:cs="Tahoma"/>
              </w:rPr>
              <w:t>Write down the numbers in the set A</w:t>
            </w:r>
            <m:oMath>
              <m:r>
                <w:rPr>
                  <w:rFonts w:ascii="Cambria Math" w:hAnsi="Cambria Math" w:cs="Tahoma"/>
                </w:rPr>
                <m:t>∪</m:t>
              </m:r>
            </m:oMath>
            <w:r w:rsidRPr="00C06B52">
              <w:rPr>
                <w:rFonts w:ascii="Century Gothic" w:eastAsiaTheme="minorEastAsia" w:hAnsi="Century Gothic" w:cs="Tahoma"/>
              </w:rPr>
              <w:t>B.</w:t>
            </w:r>
          </w:p>
        </w:tc>
      </w:tr>
      <w:tr w:rsidR="00C06B52" w:rsidRPr="00C06B52" w14:paraId="6D0292C2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2C426F8" w14:textId="77777777" w:rsidR="00C06B52" w:rsidRPr="00C06B52" w:rsidRDefault="00C06B52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7A17D407" w14:textId="77777777" w:rsidR="00C06B52" w:rsidRPr="00C06B52" w:rsidRDefault="00C06B52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 w:cs="Tahoma"/>
              </w:rPr>
              <w:t xml:space="preserve">Simplify </w:t>
            </w:r>
            <m:oMath>
              <m:r>
                <w:rPr>
                  <w:rFonts w:ascii="Cambria Math" w:hAnsi="Cambria Math" w:cs="Tahoma"/>
                </w:rPr>
                <m:t>3x-4y-2x+7y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F2E0BDF" w14:textId="77777777" w:rsidR="00C06B52" w:rsidRPr="00C06B52" w:rsidRDefault="00C06B52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248A699E" w14:textId="77777777" w:rsidR="00C06B52" w:rsidRPr="00C06B52" w:rsidRDefault="00C06B52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  <w:sz w:val="24"/>
              </w:rPr>
              <w:t xml:space="preserve">Work out </w:t>
            </w:r>
            <w:r w:rsidRPr="00C06B52">
              <w:rPr>
                <w:rFonts w:ascii="Century Gothic" w:eastAsiaTheme="minorEastAsia" w:hAnsi="Century Gothic" w:cs="Tahoma"/>
                <w:noProof/>
              </w:rPr>
              <w:t>2.3 x 0.7</w:t>
            </w:r>
          </w:p>
        </w:tc>
      </w:tr>
      <w:tr w:rsidR="00C06B52" w:rsidRPr="00C06B52" w14:paraId="1FDE41D3" w14:textId="77777777" w:rsidTr="00EA5960">
        <w:trPr>
          <w:trHeight w:val="1971"/>
        </w:trPr>
        <w:tc>
          <w:tcPr>
            <w:tcW w:w="421" w:type="dxa"/>
            <w:tcBorders>
              <w:right w:val="nil"/>
            </w:tcBorders>
          </w:tcPr>
          <w:p w14:paraId="16C51DCE" w14:textId="77777777" w:rsidR="00C06B52" w:rsidRPr="00C06B52" w:rsidRDefault="00C06B52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23152F18" w14:textId="77777777" w:rsidR="00C06B52" w:rsidRPr="00C06B52" w:rsidRDefault="00C06B52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C06B52">
              <w:rPr>
                <w:rFonts w:ascii="Century Gothic" w:hAnsi="Century Gothic" w:cs="Tahoma"/>
                <w:noProof/>
              </w:rPr>
              <w:t>Write the calculation to find the missing angle</w:t>
            </w:r>
          </w:p>
          <w:p w14:paraId="7EBC7B97" w14:textId="77777777" w:rsidR="00C06B52" w:rsidRPr="00C06B52" w:rsidRDefault="00C06B52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C06B52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0B547779" wp14:editId="42781B4C">
                  <wp:extent cx="1628775" cy="857250"/>
                  <wp:effectExtent l="0" t="0" r="9525" b="0"/>
                  <wp:docPr id="52" name="Picture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1D54AF" w14:textId="77777777" w:rsidR="00666176" w:rsidRDefault="00666176" w:rsidP="00BA1603">
      <w:pPr>
        <w:spacing w:after="120"/>
        <w:rPr>
          <w:rFonts w:ascii="Kristen ITC" w:hAnsi="Kristen ITC"/>
          <w:b/>
        </w:rPr>
      </w:pPr>
    </w:p>
    <w:sectPr w:rsidR="00666176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826B9"/>
    <w:rsid w:val="00083325"/>
    <w:rsid w:val="000A43CA"/>
    <w:rsid w:val="000A63AF"/>
    <w:rsid w:val="000B420F"/>
    <w:rsid w:val="000F6BFE"/>
    <w:rsid w:val="001274D6"/>
    <w:rsid w:val="001279F5"/>
    <w:rsid w:val="001826A9"/>
    <w:rsid w:val="001A1D1C"/>
    <w:rsid w:val="001E511C"/>
    <w:rsid w:val="00213C21"/>
    <w:rsid w:val="00293BEA"/>
    <w:rsid w:val="00296DE9"/>
    <w:rsid w:val="002B63A6"/>
    <w:rsid w:val="002D5D86"/>
    <w:rsid w:val="00325E6D"/>
    <w:rsid w:val="00333535"/>
    <w:rsid w:val="0037571F"/>
    <w:rsid w:val="003E68F7"/>
    <w:rsid w:val="003F51D8"/>
    <w:rsid w:val="004015EA"/>
    <w:rsid w:val="00436C34"/>
    <w:rsid w:val="00461E42"/>
    <w:rsid w:val="0049275B"/>
    <w:rsid w:val="004B64DA"/>
    <w:rsid w:val="004C1FAF"/>
    <w:rsid w:val="00505FC9"/>
    <w:rsid w:val="00525119"/>
    <w:rsid w:val="005571E9"/>
    <w:rsid w:val="005C5905"/>
    <w:rsid w:val="005E1266"/>
    <w:rsid w:val="00603453"/>
    <w:rsid w:val="0064471D"/>
    <w:rsid w:val="00666176"/>
    <w:rsid w:val="00674C3D"/>
    <w:rsid w:val="006866A3"/>
    <w:rsid w:val="006C37E5"/>
    <w:rsid w:val="006E5C4D"/>
    <w:rsid w:val="006F185A"/>
    <w:rsid w:val="00705472"/>
    <w:rsid w:val="00712C99"/>
    <w:rsid w:val="00766A10"/>
    <w:rsid w:val="007B4226"/>
    <w:rsid w:val="007E2C1A"/>
    <w:rsid w:val="007F06CD"/>
    <w:rsid w:val="00831D41"/>
    <w:rsid w:val="00857220"/>
    <w:rsid w:val="00876A8E"/>
    <w:rsid w:val="008B0E29"/>
    <w:rsid w:val="0090117B"/>
    <w:rsid w:val="009118B1"/>
    <w:rsid w:val="0095325A"/>
    <w:rsid w:val="0099142F"/>
    <w:rsid w:val="009B31E5"/>
    <w:rsid w:val="009C5F92"/>
    <w:rsid w:val="009D1DB3"/>
    <w:rsid w:val="009D6BD1"/>
    <w:rsid w:val="00AB54E4"/>
    <w:rsid w:val="00AD04E8"/>
    <w:rsid w:val="00AD3264"/>
    <w:rsid w:val="00AD3C1A"/>
    <w:rsid w:val="00B07CF2"/>
    <w:rsid w:val="00B72752"/>
    <w:rsid w:val="00B96458"/>
    <w:rsid w:val="00BA1603"/>
    <w:rsid w:val="00BA7CD3"/>
    <w:rsid w:val="00BB35EA"/>
    <w:rsid w:val="00BE22E8"/>
    <w:rsid w:val="00BE7AC9"/>
    <w:rsid w:val="00C06B52"/>
    <w:rsid w:val="00C11495"/>
    <w:rsid w:val="00C240D5"/>
    <w:rsid w:val="00C41860"/>
    <w:rsid w:val="00C43E1E"/>
    <w:rsid w:val="00C52126"/>
    <w:rsid w:val="00D14B22"/>
    <w:rsid w:val="00D26238"/>
    <w:rsid w:val="00D51195"/>
    <w:rsid w:val="00D657D6"/>
    <w:rsid w:val="00DB511B"/>
    <w:rsid w:val="00DD0D75"/>
    <w:rsid w:val="00E037E5"/>
    <w:rsid w:val="00E20822"/>
    <w:rsid w:val="00E33C5E"/>
    <w:rsid w:val="00E3559C"/>
    <w:rsid w:val="00E7749A"/>
    <w:rsid w:val="00E907F4"/>
    <w:rsid w:val="00E9577D"/>
    <w:rsid w:val="00EC4CCA"/>
    <w:rsid w:val="00F11D9B"/>
    <w:rsid w:val="00F21F8D"/>
    <w:rsid w:val="00F303CE"/>
    <w:rsid w:val="00F8416B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dcterms:created xsi:type="dcterms:W3CDTF">2019-05-30T14:02:00Z</dcterms:created>
  <dcterms:modified xsi:type="dcterms:W3CDTF">2019-05-30T14:04:00Z</dcterms:modified>
</cp:coreProperties>
</file>